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311785</wp:posOffset>
                </wp:positionV>
                <wp:extent cx="5783580" cy="2331720"/>
                <wp:effectExtent l="0" t="0" r="2667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580" cy="23317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24.55pt;width:455.4pt;height:18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" filled="f" strokecolor="#76923c [2406]" strokeweight="1pt"/>
            </w:pict>
          </mc:Fallback>
        </mc:AlternateContent>
      </w:r>
      <w:r w:rsidR="008B5408">
        <w:rPr>
          <w:rFonts w:ascii="Arial" w:hAnsi="Arial" w:cs="Arial"/>
          <w:b/>
          <w:color w:val="76923C" w:themeColor="accent3" w:themeShade="BF"/>
          <w:sz w:val="28"/>
          <w:szCs w:val="28"/>
        </w:rPr>
        <w:t>À LA RECHERCHE DES LETTRES DE MON PRÉNOM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986AB5">
        <w:rPr>
          <w:rFonts w:ascii="Arial" w:hAnsi="Arial" w:cs="Arial"/>
        </w:rPr>
        <w:t xml:space="preserve"> </w:t>
      </w:r>
      <w:r w:rsidR="00986AB5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8B5408" w:rsidRDefault="008B5408" w:rsidP="008B540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</w:t>
      </w:r>
      <w:r w:rsidR="006A1DC8">
        <w:rPr>
          <w:rFonts w:ascii="Arial" w:hAnsi="Arial" w:cs="Arial"/>
        </w:rPr>
        <w:t xml:space="preserve">tableau </w:t>
      </w:r>
      <w:r>
        <w:rPr>
          <w:rFonts w:ascii="Arial" w:hAnsi="Arial" w:cs="Arial"/>
        </w:rPr>
        <w:t>alphabet farsi"</w:t>
      </w:r>
      <w:r w:rsidR="00D66D73">
        <w:rPr>
          <w:rFonts w:ascii="Arial" w:hAnsi="Arial" w:cs="Arial"/>
        </w:rPr>
        <w:t xml:space="preserve"> (4 tableaux)</w:t>
      </w:r>
    </w:p>
    <w:p w:rsidR="000A14E2" w:rsidRDefault="008B5408" w:rsidP="008B540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"cartes lettres</w:t>
      </w:r>
      <w:r w:rsidR="00E117B1">
        <w:rPr>
          <w:rFonts w:ascii="Arial" w:hAnsi="Arial" w:cs="Arial"/>
        </w:rPr>
        <w:t xml:space="preserve"> en</w:t>
      </w:r>
      <w:r>
        <w:rPr>
          <w:rFonts w:ascii="Arial" w:hAnsi="Arial" w:cs="Arial"/>
        </w:rPr>
        <w:t xml:space="preserve"> farsi" </w:t>
      </w:r>
      <w:r w:rsidR="00D66D73">
        <w:rPr>
          <w:rFonts w:ascii="Arial" w:hAnsi="Arial" w:cs="Arial"/>
        </w:rPr>
        <w:t>(4 paquets de cartes)</w:t>
      </w:r>
    </w:p>
    <w:p w:rsidR="000A14E2" w:rsidRDefault="000A14E2" w:rsidP="000A14E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jetons </w:t>
      </w:r>
    </w:p>
    <w:p w:rsidR="000A14E2" w:rsidRDefault="000A14E2" w:rsidP="000A14E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feuilles blanches </w:t>
      </w:r>
    </w:p>
    <w:p w:rsidR="000A14E2" w:rsidRDefault="000A14E2" w:rsidP="008B540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Quatre markers noirs </w:t>
      </w:r>
    </w:p>
    <w:p w:rsidR="008B5408" w:rsidRDefault="008B5408" w:rsidP="008B540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8B5408" w:rsidRDefault="008B5408" w:rsidP="008B540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BA43D1" w:rsidRDefault="00687DE3" w:rsidP="00BA43D1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BA43D1" w:rsidRDefault="00BA43D1" w:rsidP="00BA43D1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Découvrir et apprendre quelques lettres de l'alphabet en farsi tout en apprivoisant son prénom dans ce nouvel alphabet.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986AB5">
      <w:pPr>
        <w:pStyle w:val="Paragraphedeliste"/>
        <w:ind w:left="360"/>
        <w:rPr>
          <w:rFonts w:ascii="Arial" w:hAnsi="Arial" w:cs="Arial"/>
          <w:b/>
          <w:color w:val="76923C" w:themeColor="accent3" w:themeShade="BF"/>
        </w:rPr>
      </w:pPr>
    </w:p>
    <w:p w:rsidR="00837771" w:rsidRDefault="00986AB5" w:rsidP="00986AB5">
      <w:pPr>
        <w:pStyle w:val="Paragraphedeliste"/>
        <w:numPr>
          <w:ilvl w:val="0"/>
          <w:numId w:val="6"/>
        </w:num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 élèves se réunissent autour de la table et font connaissance avec l'adulte qui anime le jeu. </w:t>
      </w:r>
    </w:p>
    <w:p w:rsidR="00BA43D1" w:rsidRDefault="00BA43D1" w:rsidP="00BA43D1">
      <w:pPr>
        <w:pStyle w:val="Paragraphedeliste"/>
        <w:jc w:val="both"/>
        <w:rPr>
          <w:rFonts w:ascii="Arial" w:hAnsi="Arial" w:cs="Arial"/>
          <w:b/>
        </w:rPr>
      </w:pPr>
    </w:p>
    <w:p w:rsidR="00BA43D1" w:rsidRDefault="00986AB5" w:rsidP="00BA43D1">
      <w:pPr>
        <w:pStyle w:val="Paragraphedeliste"/>
        <w:numPr>
          <w:ilvl w:val="0"/>
          <w:numId w:val="6"/>
        </w:num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L'adulte qui anime le jeu présente les différentes lettres de l'alphabet en farsi aux élèves. </w:t>
      </w:r>
    </w:p>
    <w:p w:rsidR="00BA43D1" w:rsidRPr="00BA43D1" w:rsidRDefault="00BA43D1" w:rsidP="00BA43D1">
      <w:pPr>
        <w:pStyle w:val="Paragraphedeliste"/>
        <w:rPr>
          <w:rFonts w:ascii="Arial" w:hAnsi="Arial" w:cs="Arial"/>
          <w:b/>
        </w:rPr>
      </w:pPr>
    </w:p>
    <w:p w:rsidR="00986AB5" w:rsidRPr="00BA43D1" w:rsidRDefault="00986AB5" w:rsidP="00BA43D1">
      <w:pPr>
        <w:pStyle w:val="Paragraphedeliste"/>
        <w:numPr>
          <w:ilvl w:val="0"/>
          <w:numId w:val="6"/>
        </w:numPr>
        <w:ind w:left="720"/>
        <w:jc w:val="both"/>
        <w:rPr>
          <w:rFonts w:ascii="Arial" w:hAnsi="Arial" w:cs="Arial"/>
          <w:b/>
        </w:rPr>
      </w:pPr>
      <w:r w:rsidRPr="00BA43D1">
        <w:rPr>
          <w:rFonts w:ascii="Arial" w:hAnsi="Arial" w:cs="Arial"/>
          <w:b/>
        </w:rPr>
        <w:t xml:space="preserve">Chaque élève reçoit un tableau de l'alphabet farsi et un paquet de cartes avec toutes les lettres farsi à disposition. De plus, des jetons sont à disposition des élèves sur la table. </w:t>
      </w:r>
    </w:p>
    <w:p w:rsidR="00BA43D1" w:rsidRDefault="00BA43D1" w:rsidP="00BA43D1">
      <w:pPr>
        <w:pStyle w:val="Paragraphedeliste"/>
        <w:jc w:val="both"/>
        <w:rPr>
          <w:rFonts w:ascii="Arial" w:hAnsi="Arial" w:cs="Arial"/>
          <w:b/>
        </w:rPr>
      </w:pPr>
    </w:p>
    <w:p w:rsidR="00BA43D1" w:rsidRDefault="00986AB5" w:rsidP="00BA43D1">
      <w:pPr>
        <w:pStyle w:val="Paragraphedeliste"/>
        <w:numPr>
          <w:ilvl w:val="0"/>
          <w:numId w:val="6"/>
        </w:num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L'adulte qui anime le jeu énonce à nouveau les lettres en farsi, ainsi au fur et à mesure, les élèves recouvrent les lettres qui composent leur prénom à l'aide des petits jetons. </w:t>
      </w:r>
    </w:p>
    <w:p w:rsidR="00BA43D1" w:rsidRPr="00BA43D1" w:rsidRDefault="00BA43D1" w:rsidP="00BA43D1">
      <w:pPr>
        <w:pStyle w:val="Paragraphedeliste"/>
        <w:rPr>
          <w:rFonts w:ascii="Arial" w:hAnsi="Arial" w:cs="Arial"/>
          <w:b/>
        </w:rPr>
      </w:pPr>
    </w:p>
    <w:p w:rsidR="00BA43D1" w:rsidRDefault="00986AB5" w:rsidP="00BA43D1">
      <w:pPr>
        <w:pStyle w:val="Paragraphedeliste"/>
        <w:numPr>
          <w:ilvl w:val="0"/>
          <w:numId w:val="6"/>
        </w:numPr>
        <w:ind w:left="720"/>
        <w:jc w:val="both"/>
        <w:rPr>
          <w:rFonts w:ascii="Arial" w:hAnsi="Arial" w:cs="Arial"/>
          <w:b/>
        </w:rPr>
      </w:pPr>
      <w:r w:rsidRPr="00BA43D1">
        <w:rPr>
          <w:rFonts w:ascii="Arial" w:hAnsi="Arial" w:cs="Arial"/>
          <w:b/>
        </w:rPr>
        <w:t xml:space="preserve">Puis, en s'appuyant sur leur tableau </w:t>
      </w:r>
      <w:r w:rsidR="00D66D73">
        <w:rPr>
          <w:rFonts w:ascii="Arial" w:hAnsi="Arial" w:cs="Arial"/>
          <w:b/>
        </w:rPr>
        <w:t xml:space="preserve">de l'alphabet </w:t>
      </w:r>
      <w:r w:rsidRPr="00BA43D1">
        <w:rPr>
          <w:rFonts w:ascii="Arial" w:hAnsi="Arial" w:cs="Arial"/>
          <w:b/>
        </w:rPr>
        <w:t>farsi recouvert par les jetons, les élèves utilisent leur paque</w:t>
      </w:r>
      <w:r w:rsidR="00E117B1">
        <w:rPr>
          <w:rFonts w:ascii="Arial" w:hAnsi="Arial" w:cs="Arial"/>
          <w:b/>
        </w:rPr>
        <w:t xml:space="preserve">t de cartes de lettres en farsi </w:t>
      </w:r>
      <w:r w:rsidRPr="00BA43D1">
        <w:rPr>
          <w:rFonts w:ascii="Arial" w:hAnsi="Arial" w:cs="Arial"/>
          <w:b/>
        </w:rPr>
        <w:t>afi</w:t>
      </w:r>
      <w:r w:rsidR="00E117B1">
        <w:rPr>
          <w:rFonts w:ascii="Arial" w:hAnsi="Arial" w:cs="Arial"/>
          <w:b/>
        </w:rPr>
        <w:t>n d'écrire leur prénom</w:t>
      </w:r>
      <w:bookmarkStart w:id="0" w:name="_GoBack"/>
      <w:bookmarkEnd w:id="0"/>
      <w:r w:rsidRPr="00BA43D1">
        <w:rPr>
          <w:rFonts w:ascii="Arial" w:hAnsi="Arial" w:cs="Arial"/>
          <w:b/>
        </w:rPr>
        <w:t xml:space="preserve">. </w:t>
      </w:r>
      <w:r w:rsidR="002B30DC" w:rsidRPr="00BA43D1">
        <w:rPr>
          <w:rFonts w:ascii="Arial" w:hAnsi="Arial" w:cs="Arial"/>
          <w:b/>
        </w:rPr>
        <w:t>Attention à ne pas se tromper de sens de lecture ! En effet, comme pour l'alphabet arabe, l'alphabet farsi s'écrit et se lit de droite à gauche.</w:t>
      </w:r>
    </w:p>
    <w:p w:rsidR="00BA43D1" w:rsidRPr="00BA43D1" w:rsidRDefault="00BA43D1" w:rsidP="00BA43D1">
      <w:pPr>
        <w:pStyle w:val="Paragraphedeliste"/>
        <w:rPr>
          <w:rFonts w:ascii="Arial" w:hAnsi="Arial" w:cs="Arial"/>
          <w:b/>
        </w:rPr>
      </w:pPr>
    </w:p>
    <w:p w:rsidR="00986AB5" w:rsidRPr="00BA43D1" w:rsidRDefault="00BA43D1" w:rsidP="00BA43D1">
      <w:pPr>
        <w:pStyle w:val="Paragraphedeliste"/>
        <w:numPr>
          <w:ilvl w:val="0"/>
          <w:numId w:val="6"/>
        </w:numPr>
        <w:ind w:left="720"/>
        <w:jc w:val="both"/>
        <w:rPr>
          <w:rFonts w:ascii="Arial" w:hAnsi="Arial" w:cs="Arial"/>
          <w:b/>
        </w:rPr>
      </w:pPr>
      <w:r w:rsidRPr="00BA43D1">
        <w:rPr>
          <w:rFonts w:ascii="Arial" w:hAnsi="Arial" w:cs="Arial"/>
          <w:b/>
        </w:rPr>
        <w:t xml:space="preserve">Enfin, une fois leur prénom complété et vérifié par l'adulte qui anime le jeu, l'élève peut recopier son prénom à l'aide d'un marqueur sur une feuille blanche pour le conserver en souvenir. </w:t>
      </w:r>
    </w:p>
    <w:sectPr w:rsidR="00986AB5" w:rsidRPr="00BA43D1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310D7"/>
    <w:multiLevelType w:val="hybridMultilevel"/>
    <w:tmpl w:val="645CB57A"/>
    <w:lvl w:ilvl="0" w:tplc="702E2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A14E2"/>
    <w:rsid w:val="000E4464"/>
    <w:rsid w:val="00177EC9"/>
    <w:rsid w:val="001A4A00"/>
    <w:rsid w:val="00255255"/>
    <w:rsid w:val="002B30DC"/>
    <w:rsid w:val="003F707B"/>
    <w:rsid w:val="004163C9"/>
    <w:rsid w:val="004A3EDD"/>
    <w:rsid w:val="004B3F3D"/>
    <w:rsid w:val="00507F03"/>
    <w:rsid w:val="00687DE3"/>
    <w:rsid w:val="006A1DC8"/>
    <w:rsid w:val="007B0E62"/>
    <w:rsid w:val="007D5C21"/>
    <w:rsid w:val="00837771"/>
    <w:rsid w:val="00885879"/>
    <w:rsid w:val="008B5408"/>
    <w:rsid w:val="00986AB5"/>
    <w:rsid w:val="00B431DF"/>
    <w:rsid w:val="00BA43D1"/>
    <w:rsid w:val="00C113DD"/>
    <w:rsid w:val="00C45E62"/>
    <w:rsid w:val="00D61C79"/>
    <w:rsid w:val="00D66D73"/>
    <w:rsid w:val="00DF5E50"/>
    <w:rsid w:val="00E1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1EBE9457.dotm</Template>
  <TotalTime>27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15</cp:revision>
  <dcterms:created xsi:type="dcterms:W3CDTF">2019-05-16T15:22:00Z</dcterms:created>
  <dcterms:modified xsi:type="dcterms:W3CDTF">2019-08-14T07:53:00Z</dcterms:modified>
</cp:coreProperties>
</file>